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27797">
        <w:rPr>
          <w:rFonts w:ascii="Arial" w:hAnsi="Arial" w:cs="Arial"/>
          <w:b/>
          <w:caps/>
          <w:sz w:val="28"/>
          <w:szCs w:val="28"/>
        </w:rPr>
        <w:t>8</w:t>
      </w:r>
      <w:r w:rsidR="00BD5641">
        <w:rPr>
          <w:rFonts w:ascii="Arial" w:hAnsi="Arial" w:cs="Arial"/>
          <w:b/>
          <w:caps/>
          <w:sz w:val="28"/>
          <w:szCs w:val="28"/>
        </w:rPr>
        <w:t>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8761F" w:rsidP="00BD564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D5641">
              <w:rPr>
                <w:rFonts w:ascii="Arial" w:hAnsi="Arial" w:cs="Arial"/>
                <w:sz w:val="20"/>
                <w:szCs w:val="20"/>
              </w:rPr>
              <w:t>providências visando à execução dos serviços de capina e limpeza nas áreas públicas existentes no Jardim Santa Maria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807302">
        <w:rPr>
          <w:rFonts w:ascii="Arial" w:hAnsi="Arial" w:cs="Arial"/>
        </w:rPr>
        <w:t>à</w:t>
      </w:r>
      <w:r w:rsidR="006538B7" w:rsidRPr="006538B7">
        <w:rPr>
          <w:rFonts w:ascii="Arial" w:hAnsi="Arial" w:cs="Arial"/>
        </w:rPr>
        <w:t xml:space="preserve"> </w:t>
      </w:r>
      <w:r w:rsidR="00435AF0" w:rsidRPr="00435AF0">
        <w:rPr>
          <w:rFonts w:ascii="Arial" w:hAnsi="Arial" w:cs="Arial"/>
        </w:rPr>
        <w:t>execução dos serviços de capina e limpeza nas áreas públicas existentes no Jardim Santa Maria</w:t>
      </w:r>
      <w:r w:rsidR="00BF184D">
        <w:rPr>
          <w:rFonts w:ascii="Arial" w:hAnsi="Arial" w:cs="Arial"/>
        </w:rPr>
        <w:t>.</w:t>
      </w:r>
    </w:p>
    <w:p w:rsidR="00E34C5E" w:rsidRDefault="002B14B3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B14B3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os </w:t>
      </w:r>
      <w:r w:rsidRPr="002B14B3">
        <w:rPr>
          <w:rFonts w:ascii="Arial" w:hAnsi="Arial" w:cs="Arial"/>
        </w:rPr>
        <w:t xml:space="preserve">relatos dos munícipes, o mato alto </w:t>
      </w:r>
      <w:r>
        <w:rPr>
          <w:rFonts w:ascii="Arial" w:hAnsi="Arial" w:cs="Arial"/>
        </w:rPr>
        <w:t xml:space="preserve">existente nas áreas públicas do Jardim Santa Maria </w:t>
      </w:r>
      <w:r w:rsidRPr="002B14B3">
        <w:rPr>
          <w:rFonts w:ascii="Arial" w:hAnsi="Arial" w:cs="Arial"/>
        </w:rPr>
        <w:t>colabora para o surgimento de insetos e animais peçonhentos, além de impossibilitar o uso d</w:t>
      </w:r>
      <w:r w:rsidR="003F73C7">
        <w:rPr>
          <w:rFonts w:ascii="Arial" w:hAnsi="Arial" w:cs="Arial"/>
        </w:rPr>
        <w:t xml:space="preserve">esses locais </w:t>
      </w:r>
      <w:r w:rsidRPr="002B14B3">
        <w:rPr>
          <w:rFonts w:ascii="Arial" w:hAnsi="Arial" w:cs="Arial"/>
        </w:rPr>
        <w:t>pelos munícipes</w:t>
      </w:r>
      <w:r w:rsidR="00AB06C0">
        <w:rPr>
          <w:rFonts w:ascii="Arial" w:hAnsi="Arial" w:cs="Arial"/>
        </w:rPr>
        <w:t>.</w:t>
      </w:r>
      <w:r w:rsidR="00F53D5E">
        <w:rPr>
          <w:rFonts w:ascii="Arial" w:hAnsi="Arial" w:cs="Arial"/>
        </w:rPr>
        <w:t xml:space="preserve"> Foto</w:t>
      </w:r>
      <w:r>
        <w:rPr>
          <w:rFonts w:ascii="Arial" w:hAnsi="Arial" w:cs="Arial"/>
        </w:rPr>
        <w:t>s</w:t>
      </w:r>
      <w:r w:rsidR="00F53D5E">
        <w:rPr>
          <w:rFonts w:ascii="Arial" w:hAnsi="Arial" w:cs="Arial"/>
        </w:rPr>
        <w:t xml:space="preserve"> anexa</w:t>
      </w:r>
      <w:r>
        <w:rPr>
          <w:rFonts w:ascii="Arial" w:hAnsi="Arial" w:cs="Arial"/>
        </w:rPr>
        <w:t>s</w:t>
      </w:r>
      <w:r w:rsidR="00F53D5E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50BE0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de </w:t>
      </w:r>
      <w:r w:rsidR="00C17E44">
        <w:rPr>
          <w:rFonts w:ascii="Arial" w:hAnsi="Arial" w:cs="Arial"/>
        </w:rPr>
        <w:t>a</w:t>
      </w:r>
      <w:r w:rsidR="00550BE0">
        <w:rPr>
          <w:rFonts w:ascii="Arial" w:hAnsi="Arial" w:cs="Arial"/>
        </w:rPr>
        <w:t>b</w:t>
      </w:r>
      <w:r w:rsidR="00C17E44">
        <w:rPr>
          <w:rFonts w:ascii="Arial" w:hAnsi="Arial" w:cs="Arial"/>
        </w:rPr>
        <w:t>r</w:t>
      </w:r>
      <w:r w:rsidR="00550BE0">
        <w:rPr>
          <w:rFonts w:ascii="Arial" w:hAnsi="Arial" w:cs="Arial"/>
        </w:rPr>
        <w:t>il</w:t>
      </w:r>
      <w:r w:rsidR="00EA0201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6F27BF" w:rsidRDefault="006D5C63" w:rsidP="00130B2C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A61B3F" w:rsidRDefault="00A61B3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61B3F" w:rsidRPr="00F527F0" w:rsidRDefault="001B5EED" w:rsidP="00130B2C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1B1CEFA9" wp14:editId="17ECC512">
            <wp:extent cx="2988000" cy="2242800"/>
            <wp:effectExtent l="0" t="0" r="3175" b="5715"/>
            <wp:docPr id="5" name="Imagem 5" descr="X:\FOTOS\Fotos Parafuso 27.03.18\Local 1 - Avenida Vereador Joel Carlos Alves - Pq Imperial\2018-03-27-PHOTO-000008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X:\FOTOS\Fotos Parafuso 27.03.18\Local 1 - Avenida Vereador Joel Carlos Alves - Pq Imperial\2018-03-27-PHOTO-0000082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4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noProof/>
        </w:rPr>
        <w:drawing>
          <wp:inline distT="0" distB="0" distL="0" distR="0" wp14:anchorId="1C04770D" wp14:editId="2FF43860">
            <wp:extent cx="2988000" cy="2242800"/>
            <wp:effectExtent l="0" t="0" r="3175" b="5715"/>
            <wp:docPr id="4" name="Imagem 4" descr="X:\FOTOS\Fotos Parafuso 27.03.18\Local 1 - Avenida Vereador Joel Carlos Alves - Pq Imperial\2018-03-27-PHOTO-000008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 descr="X:\FOTOS\Fotos Parafuso 27.03.18\Local 1 - Avenida Vereador Joel Carlos Alves - Pq Imperial\2018-03-27-PHOTO-00000819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4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7F0" w:rsidRDefault="00F527F0" w:rsidP="00130B2C">
      <w:pPr>
        <w:jc w:val="center"/>
        <w:rPr>
          <w:rFonts w:ascii="Arial" w:hAnsi="Arial" w:cs="Arial"/>
        </w:rPr>
      </w:pPr>
    </w:p>
    <w:p w:rsidR="001B5EED" w:rsidRDefault="001B5EED" w:rsidP="00130B2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CC0050C" wp14:editId="0009540D">
            <wp:extent cx="2988000" cy="2239200"/>
            <wp:effectExtent l="0" t="0" r="3175" b="8890"/>
            <wp:docPr id="9" name="Imagem 9" descr="X:\FOTOS\Fotos Parafuso 27.03.18\Local 1 - Avenida Vereador Joel Carlos Alves - Pq Imperial\2018-03-27-PHOTO-000008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X:\FOTOS\Fotos Parafuso 27.03.18\Local 1 - Avenida Vereador Joel Carlos Alves - Pq Imperial\2018-03-27-PHOTO-0000081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3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>
        <w:rPr>
          <w:noProof/>
        </w:rPr>
        <w:drawing>
          <wp:inline distT="0" distB="0" distL="0" distR="0" wp14:anchorId="67516E38" wp14:editId="39FE365C">
            <wp:extent cx="2988000" cy="2242800"/>
            <wp:effectExtent l="0" t="0" r="3175" b="5715"/>
            <wp:docPr id="3" name="Imagem 3" descr="X:\FOTOS\Fotos Parafuso 27.03.18\Local 1 - Avenida Vereador Joel Carlos Alves - Pq Imperial\2018-03-27-PHOTO-000008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 descr="X:\FOTOS\Fotos Parafuso 27.03.18\Local 1 - Avenida Vereador Joel Carlos Alves - Pq Imperial\2018-03-27-PHOTO-00000817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4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EED" w:rsidRDefault="001B5EED" w:rsidP="00130B2C">
      <w:pPr>
        <w:jc w:val="center"/>
        <w:rPr>
          <w:rFonts w:ascii="Arial" w:hAnsi="Arial" w:cs="Arial"/>
        </w:rPr>
      </w:pPr>
      <w:bookmarkStart w:id="0" w:name="_GoBack"/>
      <w:bookmarkEnd w:id="0"/>
    </w:p>
    <w:p w:rsidR="001B5EED" w:rsidRDefault="001B5EED" w:rsidP="00130B2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4678064" wp14:editId="51B5606E">
            <wp:extent cx="3075940" cy="2306955"/>
            <wp:effectExtent l="0" t="0" r="0" b="0"/>
            <wp:docPr id="10" name="Imagem 10" descr="X:\FOTOS\Fotos Parafuso 27.03.18\Local 1 - Avenida Vereador Joel Carlos Alves - Pq Imperial\2018-03-27-PHOTO-000008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X:\FOTOS\Fotos Parafuso 27.03.18\Local 1 - Avenida Vereador Joel Carlos Alves - Pq Imperial\2018-03-27-PHOTO-00000815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940" cy="230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5EED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66E" w:rsidRDefault="0077666E">
      <w:r>
        <w:separator/>
      </w:r>
    </w:p>
  </w:endnote>
  <w:endnote w:type="continuationSeparator" w:id="0">
    <w:p w:rsidR="0077666E" w:rsidRDefault="0077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66E" w:rsidRDefault="0077666E">
      <w:r>
        <w:separator/>
      </w:r>
    </w:p>
  </w:footnote>
  <w:footnote w:type="continuationSeparator" w:id="0">
    <w:p w:rsidR="0077666E" w:rsidRDefault="007766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527F0">
      <w:rPr>
        <w:rFonts w:ascii="Arial" w:hAnsi="Arial" w:cs="Arial"/>
        <w:b/>
        <w:sz w:val="20"/>
        <w:szCs w:val="20"/>
        <w:u w:val="single"/>
      </w:rPr>
      <w:t>8</w:t>
    </w:r>
    <w:r w:rsidR="001B5EED">
      <w:rPr>
        <w:rFonts w:ascii="Arial" w:hAnsi="Arial" w:cs="Arial"/>
        <w:b/>
        <w:sz w:val="20"/>
        <w:szCs w:val="20"/>
        <w:u w:val="single"/>
      </w:rPr>
      <w:t>76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B5EE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B5EE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224F9"/>
    <w:rsid w:val="00024FD3"/>
    <w:rsid w:val="00030B1A"/>
    <w:rsid w:val="00034A23"/>
    <w:rsid w:val="00041B15"/>
    <w:rsid w:val="000454E1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0F6276"/>
    <w:rsid w:val="001003F0"/>
    <w:rsid w:val="0010233F"/>
    <w:rsid w:val="00117261"/>
    <w:rsid w:val="00127797"/>
    <w:rsid w:val="00130B2C"/>
    <w:rsid w:val="0013193C"/>
    <w:rsid w:val="00133297"/>
    <w:rsid w:val="001427AE"/>
    <w:rsid w:val="001432EC"/>
    <w:rsid w:val="001437B1"/>
    <w:rsid w:val="0014591F"/>
    <w:rsid w:val="00146D60"/>
    <w:rsid w:val="00150EE2"/>
    <w:rsid w:val="00151D97"/>
    <w:rsid w:val="00172E81"/>
    <w:rsid w:val="00180ECA"/>
    <w:rsid w:val="0018135A"/>
    <w:rsid w:val="00181CD2"/>
    <w:rsid w:val="00187493"/>
    <w:rsid w:val="0018761F"/>
    <w:rsid w:val="00193AD0"/>
    <w:rsid w:val="001940A3"/>
    <w:rsid w:val="001964EB"/>
    <w:rsid w:val="001A09F2"/>
    <w:rsid w:val="001B0773"/>
    <w:rsid w:val="001B5EED"/>
    <w:rsid w:val="001E2E0F"/>
    <w:rsid w:val="001F0F1A"/>
    <w:rsid w:val="001F13C3"/>
    <w:rsid w:val="001F4FF1"/>
    <w:rsid w:val="001F6372"/>
    <w:rsid w:val="001F6CD4"/>
    <w:rsid w:val="00200BE2"/>
    <w:rsid w:val="002049C5"/>
    <w:rsid w:val="00204ED7"/>
    <w:rsid w:val="00206C83"/>
    <w:rsid w:val="00211D9B"/>
    <w:rsid w:val="0021304B"/>
    <w:rsid w:val="00230859"/>
    <w:rsid w:val="0024086E"/>
    <w:rsid w:val="00246C12"/>
    <w:rsid w:val="00253C82"/>
    <w:rsid w:val="00254635"/>
    <w:rsid w:val="00256155"/>
    <w:rsid w:val="00273A11"/>
    <w:rsid w:val="00290BF0"/>
    <w:rsid w:val="0029304A"/>
    <w:rsid w:val="002963FF"/>
    <w:rsid w:val="002A38BD"/>
    <w:rsid w:val="002A7434"/>
    <w:rsid w:val="002B14B3"/>
    <w:rsid w:val="002B4721"/>
    <w:rsid w:val="002C4B2B"/>
    <w:rsid w:val="002C5C70"/>
    <w:rsid w:val="002D242A"/>
    <w:rsid w:val="002D3D9E"/>
    <w:rsid w:val="002D4DDB"/>
    <w:rsid w:val="002D7897"/>
    <w:rsid w:val="002E000C"/>
    <w:rsid w:val="002E0111"/>
    <w:rsid w:val="002E3CB0"/>
    <w:rsid w:val="002E5CAE"/>
    <w:rsid w:val="002F02DB"/>
    <w:rsid w:val="0030168E"/>
    <w:rsid w:val="00305E2B"/>
    <w:rsid w:val="0030701B"/>
    <w:rsid w:val="00311F37"/>
    <w:rsid w:val="00316353"/>
    <w:rsid w:val="00317C1A"/>
    <w:rsid w:val="00323F0F"/>
    <w:rsid w:val="00324F78"/>
    <w:rsid w:val="00343838"/>
    <w:rsid w:val="00347D5E"/>
    <w:rsid w:val="00360EE5"/>
    <w:rsid w:val="00381797"/>
    <w:rsid w:val="003848C4"/>
    <w:rsid w:val="003909E2"/>
    <w:rsid w:val="003975B9"/>
    <w:rsid w:val="00397FF3"/>
    <w:rsid w:val="003A3D2A"/>
    <w:rsid w:val="003A77BE"/>
    <w:rsid w:val="003C7381"/>
    <w:rsid w:val="003E188F"/>
    <w:rsid w:val="003F22EB"/>
    <w:rsid w:val="003F73C7"/>
    <w:rsid w:val="00404068"/>
    <w:rsid w:val="00405721"/>
    <w:rsid w:val="00412795"/>
    <w:rsid w:val="00412C74"/>
    <w:rsid w:val="0041692F"/>
    <w:rsid w:val="00417251"/>
    <w:rsid w:val="004206B6"/>
    <w:rsid w:val="00421CFF"/>
    <w:rsid w:val="00426A89"/>
    <w:rsid w:val="00431857"/>
    <w:rsid w:val="0043444A"/>
    <w:rsid w:val="004354DC"/>
    <w:rsid w:val="00435AF0"/>
    <w:rsid w:val="00441272"/>
    <w:rsid w:val="0044186E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B2D9E"/>
    <w:rsid w:val="004B7B3C"/>
    <w:rsid w:val="004C26A2"/>
    <w:rsid w:val="004C271D"/>
    <w:rsid w:val="004C2C30"/>
    <w:rsid w:val="004C6C78"/>
    <w:rsid w:val="004C7F0B"/>
    <w:rsid w:val="004E06ED"/>
    <w:rsid w:val="004E35B5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11759"/>
    <w:rsid w:val="0051772A"/>
    <w:rsid w:val="00521BD1"/>
    <w:rsid w:val="005221BA"/>
    <w:rsid w:val="00524669"/>
    <w:rsid w:val="00524CD3"/>
    <w:rsid w:val="00530C9E"/>
    <w:rsid w:val="00533862"/>
    <w:rsid w:val="00550BE0"/>
    <w:rsid w:val="00551C41"/>
    <w:rsid w:val="00553D5A"/>
    <w:rsid w:val="00555A91"/>
    <w:rsid w:val="00564368"/>
    <w:rsid w:val="00565B6C"/>
    <w:rsid w:val="005666A4"/>
    <w:rsid w:val="00577BF6"/>
    <w:rsid w:val="0058109A"/>
    <w:rsid w:val="00585A91"/>
    <w:rsid w:val="005868AE"/>
    <w:rsid w:val="00597DBB"/>
    <w:rsid w:val="005A01D0"/>
    <w:rsid w:val="005A03FA"/>
    <w:rsid w:val="005B29B0"/>
    <w:rsid w:val="005B3D21"/>
    <w:rsid w:val="005C1359"/>
    <w:rsid w:val="005C17EE"/>
    <w:rsid w:val="005C3938"/>
    <w:rsid w:val="005C4166"/>
    <w:rsid w:val="005C5099"/>
    <w:rsid w:val="005D301F"/>
    <w:rsid w:val="005D524C"/>
    <w:rsid w:val="005D5B76"/>
    <w:rsid w:val="005D702D"/>
    <w:rsid w:val="005E138D"/>
    <w:rsid w:val="005E3B4B"/>
    <w:rsid w:val="005F09E5"/>
    <w:rsid w:val="005F7B38"/>
    <w:rsid w:val="006019BD"/>
    <w:rsid w:val="00602564"/>
    <w:rsid w:val="00611C3A"/>
    <w:rsid w:val="00624472"/>
    <w:rsid w:val="00633D84"/>
    <w:rsid w:val="006426AE"/>
    <w:rsid w:val="006526FC"/>
    <w:rsid w:val="006538B7"/>
    <w:rsid w:val="0065745D"/>
    <w:rsid w:val="00662571"/>
    <w:rsid w:val="006645F4"/>
    <w:rsid w:val="00670001"/>
    <w:rsid w:val="0067073E"/>
    <w:rsid w:val="00674F7D"/>
    <w:rsid w:val="00681021"/>
    <w:rsid w:val="00682E6E"/>
    <w:rsid w:val="0068407A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5B31"/>
    <w:rsid w:val="006E7E66"/>
    <w:rsid w:val="006F27BF"/>
    <w:rsid w:val="006F31FC"/>
    <w:rsid w:val="006F34DC"/>
    <w:rsid w:val="006F4E64"/>
    <w:rsid w:val="006F7B0A"/>
    <w:rsid w:val="00715F74"/>
    <w:rsid w:val="00722517"/>
    <w:rsid w:val="00722641"/>
    <w:rsid w:val="007258F8"/>
    <w:rsid w:val="00725E66"/>
    <w:rsid w:val="00727CDB"/>
    <w:rsid w:val="0073407F"/>
    <w:rsid w:val="007400ED"/>
    <w:rsid w:val="007407B3"/>
    <w:rsid w:val="00741970"/>
    <w:rsid w:val="007565B3"/>
    <w:rsid w:val="00760B3E"/>
    <w:rsid w:val="00760FE9"/>
    <w:rsid w:val="007611DD"/>
    <w:rsid w:val="0076170F"/>
    <w:rsid w:val="00771286"/>
    <w:rsid w:val="00775A1B"/>
    <w:rsid w:val="0077666E"/>
    <w:rsid w:val="0078318E"/>
    <w:rsid w:val="007838DC"/>
    <w:rsid w:val="00790911"/>
    <w:rsid w:val="00795A52"/>
    <w:rsid w:val="00796785"/>
    <w:rsid w:val="007A0C65"/>
    <w:rsid w:val="007A2EB7"/>
    <w:rsid w:val="007A48C5"/>
    <w:rsid w:val="007A6EAF"/>
    <w:rsid w:val="007C1F0A"/>
    <w:rsid w:val="007C3FB4"/>
    <w:rsid w:val="007C4943"/>
    <w:rsid w:val="007D39FD"/>
    <w:rsid w:val="007D6602"/>
    <w:rsid w:val="007E3F69"/>
    <w:rsid w:val="007F0989"/>
    <w:rsid w:val="007F496D"/>
    <w:rsid w:val="007F75CA"/>
    <w:rsid w:val="0080197E"/>
    <w:rsid w:val="00807302"/>
    <w:rsid w:val="00813335"/>
    <w:rsid w:val="00814EF4"/>
    <w:rsid w:val="00820C13"/>
    <w:rsid w:val="00833538"/>
    <w:rsid w:val="00833E7C"/>
    <w:rsid w:val="00842BD4"/>
    <w:rsid w:val="008474F2"/>
    <w:rsid w:val="00857BE9"/>
    <w:rsid w:val="00870972"/>
    <w:rsid w:val="00872172"/>
    <w:rsid w:val="00872B8C"/>
    <w:rsid w:val="00877E50"/>
    <w:rsid w:val="00881101"/>
    <w:rsid w:val="0089053C"/>
    <w:rsid w:val="008909A4"/>
    <w:rsid w:val="00892DA0"/>
    <w:rsid w:val="00893D34"/>
    <w:rsid w:val="00896C16"/>
    <w:rsid w:val="008A0EB2"/>
    <w:rsid w:val="008A1D8C"/>
    <w:rsid w:val="008A320A"/>
    <w:rsid w:val="008A3D05"/>
    <w:rsid w:val="008B3A40"/>
    <w:rsid w:val="008B560C"/>
    <w:rsid w:val="008C33AB"/>
    <w:rsid w:val="008C3537"/>
    <w:rsid w:val="008D1831"/>
    <w:rsid w:val="008D204E"/>
    <w:rsid w:val="008D59F5"/>
    <w:rsid w:val="008E6C99"/>
    <w:rsid w:val="008F243C"/>
    <w:rsid w:val="009007C3"/>
    <w:rsid w:val="0092009B"/>
    <w:rsid w:val="00922964"/>
    <w:rsid w:val="00951025"/>
    <w:rsid w:val="0095554D"/>
    <w:rsid w:val="00957B6D"/>
    <w:rsid w:val="00960518"/>
    <w:rsid w:val="00963501"/>
    <w:rsid w:val="00970E95"/>
    <w:rsid w:val="00974E41"/>
    <w:rsid w:val="009768E6"/>
    <w:rsid w:val="00976920"/>
    <w:rsid w:val="00982E77"/>
    <w:rsid w:val="009928ED"/>
    <w:rsid w:val="00994EF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6B01"/>
    <w:rsid w:val="00A575F4"/>
    <w:rsid w:val="00A61B3F"/>
    <w:rsid w:val="00A83AE6"/>
    <w:rsid w:val="00A92740"/>
    <w:rsid w:val="00A92CB9"/>
    <w:rsid w:val="00A95105"/>
    <w:rsid w:val="00AA0BD5"/>
    <w:rsid w:val="00AA5EB3"/>
    <w:rsid w:val="00AB06C0"/>
    <w:rsid w:val="00AB7B5B"/>
    <w:rsid w:val="00AC1E89"/>
    <w:rsid w:val="00AC24F9"/>
    <w:rsid w:val="00AC712C"/>
    <w:rsid w:val="00AD6B47"/>
    <w:rsid w:val="00AD7125"/>
    <w:rsid w:val="00B06AA0"/>
    <w:rsid w:val="00B10E9F"/>
    <w:rsid w:val="00B114B8"/>
    <w:rsid w:val="00B115AB"/>
    <w:rsid w:val="00B37A3D"/>
    <w:rsid w:val="00B43B70"/>
    <w:rsid w:val="00B4723C"/>
    <w:rsid w:val="00B57E0F"/>
    <w:rsid w:val="00B61B39"/>
    <w:rsid w:val="00B70DDF"/>
    <w:rsid w:val="00B74271"/>
    <w:rsid w:val="00B74BBA"/>
    <w:rsid w:val="00B75CEF"/>
    <w:rsid w:val="00B81FF8"/>
    <w:rsid w:val="00BA0179"/>
    <w:rsid w:val="00BA1565"/>
    <w:rsid w:val="00BA15B3"/>
    <w:rsid w:val="00BA2AC7"/>
    <w:rsid w:val="00BB3146"/>
    <w:rsid w:val="00BB3F3E"/>
    <w:rsid w:val="00BB4E6F"/>
    <w:rsid w:val="00BB56B0"/>
    <w:rsid w:val="00BC44DF"/>
    <w:rsid w:val="00BC69DD"/>
    <w:rsid w:val="00BD02D7"/>
    <w:rsid w:val="00BD1F36"/>
    <w:rsid w:val="00BD2684"/>
    <w:rsid w:val="00BD2D14"/>
    <w:rsid w:val="00BD3C47"/>
    <w:rsid w:val="00BD5641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6926"/>
    <w:rsid w:val="00C06BEA"/>
    <w:rsid w:val="00C17E44"/>
    <w:rsid w:val="00C2303C"/>
    <w:rsid w:val="00C23E9F"/>
    <w:rsid w:val="00C25D1F"/>
    <w:rsid w:val="00C30767"/>
    <w:rsid w:val="00C32EF2"/>
    <w:rsid w:val="00C3330F"/>
    <w:rsid w:val="00C351A5"/>
    <w:rsid w:val="00C36E68"/>
    <w:rsid w:val="00C42806"/>
    <w:rsid w:val="00C44D39"/>
    <w:rsid w:val="00C45509"/>
    <w:rsid w:val="00C549EA"/>
    <w:rsid w:val="00C61892"/>
    <w:rsid w:val="00C7301F"/>
    <w:rsid w:val="00C74485"/>
    <w:rsid w:val="00C76263"/>
    <w:rsid w:val="00C84E98"/>
    <w:rsid w:val="00C92EAA"/>
    <w:rsid w:val="00C9387F"/>
    <w:rsid w:val="00CA4AE6"/>
    <w:rsid w:val="00CA712D"/>
    <w:rsid w:val="00CA759E"/>
    <w:rsid w:val="00CB0035"/>
    <w:rsid w:val="00CB2BAB"/>
    <w:rsid w:val="00CC0F1F"/>
    <w:rsid w:val="00CC396B"/>
    <w:rsid w:val="00CD1ED5"/>
    <w:rsid w:val="00CD3D1A"/>
    <w:rsid w:val="00CE1737"/>
    <w:rsid w:val="00CE2744"/>
    <w:rsid w:val="00CE5C75"/>
    <w:rsid w:val="00CE622D"/>
    <w:rsid w:val="00CF1A0A"/>
    <w:rsid w:val="00CF31DE"/>
    <w:rsid w:val="00CF7A9B"/>
    <w:rsid w:val="00D1418C"/>
    <w:rsid w:val="00D1463B"/>
    <w:rsid w:val="00D14EB1"/>
    <w:rsid w:val="00D15488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81F37"/>
    <w:rsid w:val="00D8365B"/>
    <w:rsid w:val="00D84E66"/>
    <w:rsid w:val="00D85F2D"/>
    <w:rsid w:val="00D864F8"/>
    <w:rsid w:val="00D868E5"/>
    <w:rsid w:val="00D86EF9"/>
    <w:rsid w:val="00D871E7"/>
    <w:rsid w:val="00D872DD"/>
    <w:rsid w:val="00D9740F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D6F25"/>
    <w:rsid w:val="00DE50DD"/>
    <w:rsid w:val="00DF7E14"/>
    <w:rsid w:val="00E021AB"/>
    <w:rsid w:val="00E0249F"/>
    <w:rsid w:val="00E07978"/>
    <w:rsid w:val="00E11F92"/>
    <w:rsid w:val="00E12ECD"/>
    <w:rsid w:val="00E14F37"/>
    <w:rsid w:val="00E27686"/>
    <w:rsid w:val="00E3022D"/>
    <w:rsid w:val="00E34C5E"/>
    <w:rsid w:val="00E42973"/>
    <w:rsid w:val="00E45AB3"/>
    <w:rsid w:val="00E4764B"/>
    <w:rsid w:val="00E47F94"/>
    <w:rsid w:val="00E51448"/>
    <w:rsid w:val="00E54141"/>
    <w:rsid w:val="00E5421C"/>
    <w:rsid w:val="00E60D4A"/>
    <w:rsid w:val="00E63DA7"/>
    <w:rsid w:val="00E66CFD"/>
    <w:rsid w:val="00E71CAF"/>
    <w:rsid w:val="00E721EC"/>
    <w:rsid w:val="00E83C2E"/>
    <w:rsid w:val="00E86C30"/>
    <w:rsid w:val="00E90791"/>
    <w:rsid w:val="00E90C30"/>
    <w:rsid w:val="00E915C0"/>
    <w:rsid w:val="00EA0201"/>
    <w:rsid w:val="00EA35E8"/>
    <w:rsid w:val="00EB04D6"/>
    <w:rsid w:val="00EC2550"/>
    <w:rsid w:val="00EC4CB0"/>
    <w:rsid w:val="00ED2065"/>
    <w:rsid w:val="00EE7D7E"/>
    <w:rsid w:val="00EE7E24"/>
    <w:rsid w:val="00EF25D7"/>
    <w:rsid w:val="00EF3448"/>
    <w:rsid w:val="00EF79AC"/>
    <w:rsid w:val="00F1692A"/>
    <w:rsid w:val="00F27895"/>
    <w:rsid w:val="00F420E5"/>
    <w:rsid w:val="00F5150F"/>
    <w:rsid w:val="00F527F0"/>
    <w:rsid w:val="00F53D5E"/>
    <w:rsid w:val="00F60D16"/>
    <w:rsid w:val="00F65C85"/>
    <w:rsid w:val="00F66D6C"/>
    <w:rsid w:val="00F67E53"/>
    <w:rsid w:val="00F728FD"/>
    <w:rsid w:val="00F730E7"/>
    <w:rsid w:val="00F73DA3"/>
    <w:rsid w:val="00F7692B"/>
    <w:rsid w:val="00F86911"/>
    <w:rsid w:val="00F91BFF"/>
    <w:rsid w:val="00FA3CFC"/>
    <w:rsid w:val="00FB00FA"/>
    <w:rsid w:val="00FB02BF"/>
    <w:rsid w:val="00FB0828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7EDD7-B924-45DB-B3E6-C57786503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127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2017-07-24T14:27:00Z</cp:lastPrinted>
  <dcterms:created xsi:type="dcterms:W3CDTF">2018-04-02T12:38:00Z</dcterms:created>
  <dcterms:modified xsi:type="dcterms:W3CDTF">2018-04-02T12:42:00Z</dcterms:modified>
</cp:coreProperties>
</file>